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699" w:rsidRPr="00FD471C" w:rsidRDefault="00C70699">
      <w:pPr>
        <w:rPr>
          <w:rFonts w:ascii="Century Gothic" w:hAnsi="Century Gothic"/>
          <w:b/>
          <w:sz w:val="20"/>
          <w:szCs w:val="20"/>
        </w:rPr>
      </w:pPr>
      <w:r w:rsidRPr="00FD471C">
        <w:rPr>
          <w:rFonts w:ascii="Century Gothic" w:hAnsi="Century Gothic"/>
          <w:b/>
          <w:sz w:val="20"/>
          <w:szCs w:val="20"/>
        </w:rPr>
        <w:t>Language          Monday</w:t>
      </w:r>
      <w:r w:rsidRPr="00FD471C">
        <w:rPr>
          <w:rFonts w:ascii="Century Gothic" w:hAnsi="Century Gothic"/>
          <w:b/>
          <w:sz w:val="20"/>
          <w:szCs w:val="20"/>
        </w:rPr>
        <w:tab/>
      </w:r>
      <w:r w:rsidRPr="00FD471C">
        <w:rPr>
          <w:rFonts w:ascii="Century Gothic" w:hAnsi="Century Gothic"/>
          <w:b/>
          <w:sz w:val="20"/>
          <w:szCs w:val="20"/>
        </w:rPr>
        <w:tab/>
        <w:t>Compound sentences</w:t>
      </w:r>
      <w:r w:rsidRPr="00FD471C">
        <w:rPr>
          <w:rFonts w:ascii="Century Gothic" w:hAnsi="Century Gothic"/>
          <w:b/>
          <w:sz w:val="20"/>
          <w:szCs w:val="20"/>
        </w:rPr>
        <w:tab/>
        <w:t>Week of 09/12</w:t>
      </w:r>
    </w:p>
    <w:p w:rsidR="00C70699" w:rsidRPr="00FD471C" w:rsidRDefault="00C70699">
      <w:pPr>
        <w:rPr>
          <w:rFonts w:ascii="Century Gothic" w:hAnsi="Century Gothic"/>
          <w:b/>
          <w:sz w:val="20"/>
          <w:szCs w:val="20"/>
        </w:rPr>
      </w:pPr>
    </w:p>
    <w:p w:rsidR="00C70699" w:rsidRPr="00FD471C" w:rsidRDefault="00C70699">
      <w:p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Materials: Paper, pencil, word list for teacher</w:t>
      </w:r>
    </w:p>
    <w:p w:rsidR="00C70699" w:rsidRPr="00FD471C" w:rsidRDefault="00C70699">
      <w:pPr>
        <w:rPr>
          <w:rFonts w:ascii="Century Gothic" w:hAnsi="Century Gothic"/>
          <w:sz w:val="20"/>
          <w:szCs w:val="20"/>
        </w:rPr>
      </w:pPr>
    </w:p>
    <w:p w:rsidR="00C70699" w:rsidRPr="00FD471C" w:rsidRDefault="00C70699" w:rsidP="00940A89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Discus with students the vowel diphthongs we’re studying this week</w:t>
      </w:r>
    </w:p>
    <w:p w:rsidR="00C70699" w:rsidRPr="00FD471C" w:rsidRDefault="00C70699" w:rsidP="00940A89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Spelling pre-test</w:t>
      </w:r>
    </w:p>
    <w:p w:rsidR="00C70699" w:rsidRPr="00FD471C" w:rsidRDefault="00C70699" w:rsidP="00940A89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Have students grade their test; if they misspell a word, have them correct it on their test.</w:t>
      </w:r>
    </w:p>
    <w:p w:rsidR="00C70699" w:rsidRPr="00FD471C" w:rsidRDefault="00C70699" w:rsidP="00940A89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Have the students write the missed words 5 times each on their pretest.</w:t>
      </w:r>
    </w:p>
    <w:p w:rsidR="00C70699" w:rsidRPr="00FD471C" w:rsidRDefault="00C70699" w:rsidP="00940A89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 xml:space="preserve"> Spelling sort if time or spelling game</w:t>
      </w:r>
    </w:p>
    <w:p w:rsidR="00C70699" w:rsidRPr="00FD471C" w:rsidRDefault="00C70699" w:rsidP="00940A89">
      <w:pPr>
        <w:rPr>
          <w:rFonts w:ascii="Century Gothic" w:hAnsi="Century Gothic"/>
          <w:sz w:val="20"/>
          <w:szCs w:val="20"/>
        </w:rPr>
      </w:pPr>
    </w:p>
    <w:p w:rsidR="00C70699" w:rsidRPr="00FD471C" w:rsidRDefault="00C70699" w:rsidP="00940A89">
      <w:pPr>
        <w:rPr>
          <w:rFonts w:ascii="Century Gothic" w:hAnsi="Century Gothic"/>
          <w:b/>
          <w:sz w:val="20"/>
          <w:szCs w:val="20"/>
        </w:rPr>
      </w:pPr>
      <w:r w:rsidRPr="00FD471C">
        <w:rPr>
          <w:rFonts w:ascii="Century Gothic" w:hAnsi="Century Gothic"/>
          <w:b/>
          <w:sz w:val="20"/>
          <w:szCs w:val="20"/>
        </w:rPr>
        <w:t>Tuesday</w:t>
      </w:r>
      <w:r w:rsidRPr="00FD471C">
        <w:rPr>
          <w:rFonts w:ascii="Century Gothic" w:hAnsi="Century Gothic"/>
          <w:b/>
          <w:sz w:val="20"/>
          <w:szCs w:val="20"/>
        </w:rPr>
        <w:tab/>
      </w:r>
      <w:r w:rsidRPr="00FD471C">
        <w:rPr>
          <w:rFonts w:ascii="Century Gothic" w:hAnsi="Century Gothic"/>
          <w:b/>
          <w:sz w:val="20"/>
          <w:szCs w:val="20"/>
        </w:rPr>
        <w:tab/>
      </w:r>
      <w:r w:rsidRPr="00FD471C">
        <w:rPr>
          <w:rFonts w:ascii="Century Gothic" w:hAnsi="Century Gothic"/>
          <w:b/>
          <w:sz w:val="20"/>
          <w:szCs w:val="20"/>
        </w:rPr>
        <w:tab/>
      </w:r>
      <w:r w:rsidRPr="00FD471C">
        <w:rPr>
          <w:rFonts w:ascii="Century Gothic" w:hAnsi="Century Gothic"/>
          <w:b/>
          <w:sz w:val="20"/>
          <w:szCs w:val="20"/>
        </w:rPr>
        <w:tab/>
      </w:r>
      <w:r w:rsidRPr="00FD471C">
        <w:rPr>
          <w:rFonts w:ascii="Century Gothic" w:hAnsi="Century Gothic"/>
          <w:b/>
          <w:sz w:val="20"/>
          <w:szCs w:val="20"/>
        </w:rPr>
        <w:tab/>
      </w:r>
      <w:r w:rsidRPr="00FD471C">
        <w:rPr>
          <w:rFonts w:ascii="Century Gothic" w:hAnsi="Century Gothic"/>
          <w:b/>
          <w:sz w:val="20"/>
          <w:szCs w:val="20"/>
        </w:rPr>
        <w:tab/>
      </w:r>
      <w:r w:rsidRPr="00FD471C">
        <w:rPr>
          <w:rFonts w:ascii="Century Gothic" w:hAnsi="Century Gothic"/>
          <w:b/>
          <w:sz w:val="20"/>
          <w:szCs w:val="20"/>
        </w:rPr>
        <w:tab/>
        <w:t>Week of 09/12</w:t>
      </w:r>
    </w:p>
    <w:p w:rsidR="00C70699" w:rsidRPr="00FD471C" w:rsidRDefault="00C70699">
      <w:p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Materials: Paper, pencil, smart board</w:t>
      </w:r>
    </w:p>
    <w:p w:rsidR="00C70699" w:rsidRPr="00FD471C" w:rsidRDefault="00C70699">
      <w:pPr>
        <w:rPr>
          <w:rFonts w:ascii="Century Gothic" w:hAnsi="Century Gothic"/>
          <w:sz w:val="20"/>
          <w:szCs w:val="20"/>
        </w:rPr>
      </w:pPr>
    </w:p>
    <w:p w:rsidR="00C70699" w:rsidRPr="00FD471C" w:rsidRDefault="00C70699" w:rsidP="00940A89">
      <w:pPr>
        <w:pStyle w:val="ListParagraph"/>
        <w:numPr>
          <w:ilvl w:val="0"/>
          <w:numId w:val="2"/>
        </w:num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Review morning work from D.O.L.</w:t>
      </w:r>
    </w:p>
    <w:p w:rsidR="00C70699" w:rsidRPr="00FD471C" w:rsidRDefault="00C70699" w:rsidP="00940A89">
      <w:pPr>
        <w:pStyle w:val="ListParagraph"/>
        <w:numPr>
          <w:ilvl w:val="0"/>
          <w:numId w:val="2"/>
        </w:num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Say: All of the sentences we have learned thus far have been simple sentences. Define simple sentence pg. 74. Now we are going to learn about a different kind of sentence: A Compound Sentence.</w:t>
      </w:r>
    </w:p>
    <w:p w:rsidR="00C70699" w:rsidRPr="00FD471C" w:rsidRDefault="00C70699" w:rsidP="00940A89">
      <w:pPr>
        <w:pStyle w:val="ListParagraph"/>
        <w:numPr>
          <w:ilvl w:val="0"/>
          <w:numId w:val="2"/>
        </w:num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Read simple sentences from blue box page 74, read compound sentence joining the 2 simple sentences.</w:t>
      </w:r>
    </w:p>
    <w:p w:rsidR="00C70699" w:rsidRPr="00FD471C" w:rsidRDefault="00C70699" w:rsidP="00940A89">
      <w:pPr>
        <w:pStyle w:val="ListParagraph"/>
        <w:numPr>
          <w:ilvl w:val="0"/>
          <w:numId w:val="2"/>
        </w:num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Read think aloud-Model section</w:t>
      </w:r>
    </w:p>
    <w:p w:rsidR="00C70699" w:rsidRPr="00FD471C" w:rsidRDefault="00C70699" w:rsidP="00940A89">
      <w:pPr>
        <w:pStyle w:val="ListParagraph"/>
        <w:numPr>
          <w:ilvl w:val="0"/>
          <w:numId w:val="2"/>
        </w:num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Guided practice page 74 -A-  # 1-10</w:t>
      </w:r>
    </w:p>
    <w:p w:rsidR="00C70699" w:rsidRPr="00FD471C" w:rsidRDefault="00C70699" w:rsidP="00940A89">
      <w:pPr>
        <w:rPr>
          <w:rFonts w:ascii="Century Gothic" w:hAnsi="Century Gothic"/>
          <w:sz w:val="20"/>
          <w:szCs w:val="20"/>
        </w:rPr>
      </w:pPr>
    </w:p>
    <w:p w:rsidR="00C70699" w:rsidRPr="00FD471C" w:rsidRDefault="00C70699" w:rsidP="00940A89">
      <w:p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The following sentences will be used to provide practice</w:t>
      </w:r>
    </w:p>
    <w:p w:rsidR="00C70699" w:rsidRPr="00FD471C" w:rsidRDefault="00C70699" w:rsidP="00940A89">
      <w:p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 xml:space="preserve">Add punctuation </w:t>
      </w:r>
    </w:p>
    <w:p w:rsidR="00C70699" w:rsidRPr="00FD471C" w:rsidRDefault="00C70699" w:rsidP="00940A89">
      <w:p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1. I did not ride in the race but Carla did</w:t>
      </w:r>
    </w:p>
    <w:p w:rsidR="00C70699" w:rsidRPr="00FD471C" w:rsidRDefault="00C70699" w:rsidP="00940A89">
      <w:p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2. There were many racers and they were all fast</w:t>
      </w:r>
    </w:p>
    <w:p w:rsidR="00C70699" w:rsidRPr="00FD471C" w:rsidRDefault="00C70699" w:rsidP="00940A89">
      <w:p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3. Mason wants a new racing bike but it is costly</w:t>
      </w:r>
    </w:p>
    <w:p w:rsidR="00C70699" w:rsidRPr="00FD471C" w:rsidRDefault="00C70699" w:rsidP="00940A89">
      <w:p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4. Racers may train outdoors or they may use indoor tracks</w:t>
      </w:r>
    </w:p>
    <w:p w:rsidR="00C70699" w:rsidRPr="00FD471C" w:rsidRDefault="00C70699" w:rsidP="00940A89">
      <w:p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5. Tim rode his bike and Sam walked</w:t>
      </w:r>
    </w:p>
    <w:p w:rsidR="00C70699" w:rsidRPr="00FD471C" w:rsidRDefault="00C70699" w:rsidP="00940A89">
      <w:p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Combine sentences using correct punctuation and the word and, or, or but</w:t>
      </w:r>
    </w:p>
    <w:p w:rsidR="00C70699" w:rsidRPr="00FD471C" w:rsidRDefault="00C70699" w:rsidP="00940A89">
      <w:p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 xml:space="preserve">1. The chair wobbled from side to side.           </w:t>
      </w:r>
    </w:p>
    <w:p w:rsidR="00C70699" w:rsidRPr="00FD471C" w:rsidRDefault="00C70699" w:rsidP="00940A89">
      <w:p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The chair tipped over.</w:t>
      </w:r>
    </w:p>
    <w:p w:rsidR="00C70699" w:rsidRPr="00FD471C" w:rsidRDefault="00C70699" w:rsidP="00940A89">
      <w:p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2. The dog barked.</w:t>
      </w:r>
      <w:r w:rsidRPr="00FD471C">
        <w:rPr>
          <w:rFonts w:ascii="Century Gothic" w:hAnsi="Century Gothic"/>
          <w:sz w:val="20"/>
          <w:szCs w:val="20"/>
        </w:rPr>
        <w:tab/>
        <w:t xml:space="preserve"> </w:t>
      </w:r>
      <w:r w:rsidRPr="00FD471C">
        <w:rPr>
          <w:rFonts w:ascii="Century Gothic" w:hAnsi="Century Gothic"/>
          <w:sz w:val="20"/>
          <w:szCs w:val="20"/>
        </w:rPr>
        <w:tab/>
      </w:r>
    </w:p>
    <w:p w:rsidR="00C70699" w:rsidRPr="00FD471C" w:rsidRDefault="00C70699" w:rsidP="00940A89">
      <w:p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The cat ran away.</w:t>
      </w:r>
    </w:p>
    <w:p w:rsidR="00C70699" w:rsidRPr="00FD471C" w:rsidRDefault="00C70699" w:rsidP="00940A89">
      <w:p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 xml:space="preserve">3. I chased the cat.  </w:t>
      </w:r>
      <w:r w:rsidRPr="00FD471C">
        <w:rPr>
          <w:rFonts w:ascii="Century Gothic" w:hAnsi="Century Gothic"/>
          <w:sz w:val="20"/>
          <w:szCs w:val="20"/>
        </w:rPr>
        <w:tab/>
      </w:r>
      <w:r w:rsidRPr="00FD471C">
        <w:rPr>
          <w:rFonts w:ascii="Century Gothic" w:hAnsi="Century Gothic"/>
          <w:sz w:val="20"/>
          <w:szCs w:val="20"/>
        </w:rPr>
        <w:tab/>
      </w:r>
    </w:p>
    <w:p w:rsidR="00C70699" w:rsidRPr="00FD471C" w:rsidRDefault="00C70699" w:rsidP="00940A89">
      <w:p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I did not catch her.</w:t>
      </w:r>
    </w:p>
    <w:p w:rsidR="00C70699" w:rsidRPr="00FD471C" w:rsidRDefault="00C70699" w:rsidP="00940A89">
      <w:pPr>
        <w:rPr>
          <w:rFonts w:ascii="Century Gothic" w:hAnsi="Century Gothic"/>
          <w:sz w:val="20"/>
          <w:szCs w:val="20"/>
        </w:rPr>
      </w:pPr>
    </w:p>
    <w:p w:rsidR="00C70699" w:rsidRPr="00FD471C" w:rsidRDefault="00C70699" w:rsidP="00940A89">
      <w:p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Discuss Teaching tip from page 75 with students</w:t>
      </w:r>
    </w:p>
    <w:p w:rsidR="00C70699" w:rsidRPr="00FD471C" w:rsidRDefault="00C70699" w:rsidP="00940A89">
      <w:pPr>
        <w:rPr>
          <w:rFonts w:ascii="Century Gothic" w:hAnsi="Century Gothic"/>
          <w:sz w:val="20"/>
          <w:szCs w:val="20"/>
        </w:rPr>
      </w:pPr>
    </w:p>
    <w:p w:rsidR="00C70699" w:rsidRPr="00FD471C" w:rsidRDefault="00C70699" w:rsidP="00940A89">
      <w:p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Advance activity if time:</w:t>
      </w:r>
    </w:p>
    <w:p w:rsidR="00C70699" w:rsidRPr="00FD471C" w:rsidRDefault="00C70699" w:rsidP="00940A89">
      <w:p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I say: I want you to think about a sport you like. Write down 4 simple sentences about it. Ex. I love baseball</w:t>
      </w:r>
      <w:r>
        <w:rPr>
          <w:rFonts w:ascii="Century Gothic" w:hAnsi="Century Gothic"/>
          <w:sz w:val="20"/>
          <w:szCs w:val="20"/>
        </w:rPr>
        <w:t>.</w:t>
      </w:r>
    </w:p>
    <w:p w:rsidR="00C70699" w:rsidRPr="00FD471C" w:rsidRDefault="00C70699" w:rsidP="00940A89">
      <w:p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Exchange papers with a neighbor.</w:t>
      </w:r>
    </w:p>
    <w:p w:rsidR="00C70699" w:rsidRPr="00FD471C" w:rsidRDefault="00C70699" w:rsidP="00940A89">
      <w:p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Now, choose 2 sentences that could be combined to make a compound sentence. Write the compound sentence.</w:t>
      </w:r>
    </w:p>
    <w:p w:rsidR="00C70699" w:rsidRPr="00FD471C" w:rsidRDefault="00C70699" w:rsidP="00940A89">
      <w:pPr>
        <w:rPr>
          <w:rFonts w:ascii="Century Gothic" w:hAnsi="Century Gothic"/>
          <w:sz w:val="20"/>
          <w:szCs w:val="20"/>
        </w:rPr>
      </w:pPr>
    </w:p>
    <w:p w:rsidR="00C70699" w:rsidRPr="00FD471C" w:rsidRDefault="00C70699" w:rsidP="00940A89">
      <w:p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Remember that simple sentences must have ideas that make sense together to be combined in to a compound sentence.</w:t>
      </w:r>
    </w:p>
    <w:p w:rsidR="00C70699" w:rsidRPr="00FD471C" w:rsidRDefault="00C70699" w:rsidP="00940A89">
      <w:pPr>
        <w:rPr>
          <w:rFonts w:ascii="Century Gothic" w:hAnsi="Century Gothic"/>
          <w:sz w:val="20"/>
          <w:szCs w:val="20"/>
        </w:rPr>
      </w:pPr>
    </w:p>
    <w:p w:rsidR="00C70699" w:rsidRPr="00FD471C" w:rsidRDefault="00C70699" w:rsidP="00940A89">
      <w:p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Spelling game if time permits</w:t>
      </w:r>
    </w:p>
    <w:p w:rsidR="00C70699" w:rsidRPr="00FD471C" w:rsidRDefault="00C70699" w:rsidP="00940A89">
      <w:pPr>
        <w:rPr>
          <w:rFonts w:ascii="Century Gothic" w:hAnsi="Century Gothic"/>
          <w:sz w:val="20"/>
          <w:szCs w:val="20"/>
        </w:rPr>
      </w:pPr>
    </w:p>
    <w:p w:rsidR="00C70699" w:rsidRPr="00FD471C" w:rsidRDefault="00C70699" w:rsidP="00940A89">
      <w:pPr>
        <w:rPr>
          <w:rFonts w:ascii="Century Gothic" w:hAnsi="Century Gothic"/>
          <w:b/>
          <w:sz w:val="20"/>
          <w:szCs w:val="20"/>
        </w:rPr>
      </w:pPr>
      <w:r w:rsidRPr="00FD471C">
        <w:rPr>
          <w:rFonts w:ascii="Century Gothic" w:hAnsi="Century Gothic"/>
          <w:b/>
          <w:sz w:val="20"/>
          <w:szCs w:val="20"/>
        </w:rPr>
        <w:t>Wednesday</w:t>
      </w:r>
      <w:r w:rsidRPr="00FD471C">
        <w:rPr>
          <w:rFonts w:ascii="Century Gothic" w:hAnsi="Century Gothic"/>
          <w:b/>
          <w:sz w:val="20"/>
          <w:szCs w:val="20"/>
        </w:rPr>
        <w:tab/>
      </w:r>
      <w:r w:rsidRPr="00FD471C">
        <w:rPr>
          <w:rFonts w:ascii="Century Gothic" w:hAnsi="Century Gothic"/>
          <w:b/>
          <w:sz w:val="20"/>
          <w:szCs w:val="20"/>
        </w:rPr>
        <w:tab/>
      </w:r>
      <w:r w:rsidRPr="00FD471C">
        <w:rPr>
          <w:rFonts w:ascii="Century Gothic" w:hAnsi="Century Gothic"/>
          <w:b/>
          <w:sz w:val="20"/>
          <w:szCs w:val="20"/>
        </w:rPr>
        <w:tab/>
      </w:r>
      <w:r w:rsidRPr="00FD471C">
        <w:rPr>
          <w:rFonts w:ascii="Century Gothic" w:hAnsi="Century Gothic"/>
          <w:b/>
          <w:sz w:val="20"/>
          <w:szCs w:val="20"/>
        </w:rPr>
        <w:tab/>
      </w:r>
      <w:r w:rsidRPr="00FD471C">
        <w:rPr>
          <w:rFonts w:ascii="Century Gothic" w:hAnsi="Century Gothic"/>
          <w:b/>
          <w:sz w:val="20"/>
          <w:szCs w:val="20"/>
        </w:rPr>
        <w:tab/>
      </w:r>
      <w:r w:rsidRPr="00FD471C">
        <w:rPr>
          <w:rFonts w:ascii="Century Gothic" w:hAnsi="Century Gothic"/>
          <w:b/>
          <w:sz w:val="20"/>
          <w:szCs w:val="20"/>
        </w:rPr>
        <w:tab/>
      </w:r>
      <w:r w:rsidRPr="00FD471C">
        <w:rPr>
          <w:rFonts w:ascii="Century Gothic" w:hAnsi="Century Gothic"/>
          <w:b/>
          <w:sz w:val="20"/>
          <w:szCs w:val="20"/>
        </w:rPr>
        <w:tab/>
        <w:t>Week of 09/12</w:t>
      </w:r>
    </w:p>
    <w:p w:rsidR="00C70699" w:rsidRPr="00FD471C" w:rsidRDefault="00C70699" w:rsidP="00940A89">
      <w:p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b/>
          <w:sz w:val="20"/>
          <w:szCs w:val="20"/>
        </w:rPr>
        <w:t xml:space="preserve">Materials: </w:t>
      </w:r>
      <w:r w:rsidRPr="00FD471C">
        <w:rPr>
          <w:rFonts w:ascii="Century Gothic" w:hAnsi="Century Gothic"/>
          <w:sz w:val="20"/>
          <w:szCs w:val="20"/>
        </w:rPr>
        <w:t>paper, pencil, textbook, worksheet, smartboard</w:t>
      </w:r>
    </w:p>
    <w:p w:rsidR="00C70699" w:rsidRPr="00FD471C" w:rsidRDefault="00C70699" w:rsidP="00940A89">
      <w:pPr>
        <w:rPr>
          <w:rFonts w:ascii="Century Gothic" w:hAnsi="Century Gothic"/>
          <w:sz w:val="20"/>
          <w:szCs w:val="20"/>
        </w:rPr>
      </w:pPr>
    </w:p>
    <w:p w:rsidR="00C70699" w:rsidRPr="00FD471C" w:rsidRDefault="00C70699" w:rsidP="000F523E">
      <w:pPr>
        <w:pStyle w:val="ListParagraph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Review D.O.L.</w:t>
      </w:r>
    </w:p>
    <w:p w:rsidR="00C70699" w:rsidRPr="00FD471C" w:rsidRDefault="00C70699" w:rsidP="000F523E">
      <w:pPr>
        <w:pStyle w:val="ListParagraph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Spelling sort on Smart board</w:t>
      </w:r>
    </w:p>
    <w:p w:rsidR="00C70699" w:rsidRPr="00FD471C" w:rsidRDefault="00C70699" w:rsidP="000F523E">
      <w:pPr>
        <w:pStyle w:val="ListParagraph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Review compound sentences with examples page 74, tell/release</w:t>
      </w:r>
    </w:p>
    <w:p w:rsidR="00C70699" w:rsidRPr="00FD471C" w:rsidRDefault="00C70699" w:rsidP="000F523E">
      <w:pPr>
        <w:pStyle w:val="ListParagraph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Independent practice page 75</w:t>
      </w:r>
    </w:p>
    <w:p w:rsidR="00C70699" w:rsidRPr="00FD471C" w:rsidRDefault="00C70699" w:rsidP="00110E98">
      <w:pPr>
        <w:rPr>
          <w:rFonts w:ascii="Century Gothic" w:hAnsi="Century Gothic"/>
          <w:sz w:val="20"/>
          <w:szCs w:val="20"/>
        </w:rPr>
      </w:pPr>
    </w:p>
    <w:p w:rsidR="00C70699" w:rsidRPr="00FD471C" w:rsidRDefault="00C70699" w:rsidP="00110E98">
      <w:pPr>
        <w:rPr>
          <w:rFonts w:ascii="Century Gothic" w:hAnsi="Century Gothic"/>
          <w:b/>
          <w:sz w:val="20"/>
          <w:szCs w:val="20"/>
        </w:rPr>
      </w:pPr>
      <w:r w:rsidRPr="00FD471C">
        <w:rPr>
          <w:rFonts w:ascii="Century Gothic" w:hAnsi="Century Gothic"/>
          <w:b/>
          <w:sz w:val="20"/>
          <w:szCs w:val="20"/>
        </w:rPr>
        <w:t>Thursday</w:t>
      </w:r>
    </w:p>
    <w:p w:rsidR="00C70699" w:rsidRPr="00FD471C" w:rsidRDefault="00C70699" w:rsidP="00110E98">
      <w:p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b/>
          <w:sz w:val="20"/>
          <w:szCs w:val="20"/>
        </w:rPr>
        <w:t xml:space="preserve">Materials: </w:t>
      </w:r>
      <w:r w:rsidRPr="00FD471C">
        <w:rPr>
          <w:rFonts w:ascii="Century Gothic" w:hAnsi="Century Gothic"/>
          <w:sz w:val="20"/>
          <w:szCs w:val="20"/>
        </w:rPr>
        <w:t>Paper, pencil, word list for teacher, compound sentence test</w:t>
      </w:r>
    </w:p>
    <w:p w:rsidR="00C70699" w:rsidRPr="00FD471C" w:rsidRDefault="00C70699" w:rsidP="00110E98">
      <w:pPr>
        <w:rPr>
          <w:rFonts w:ascii="Century Gothic" w:hAnsi="Century Gothic"/>
          <w:sz w:val="20"/>
          <w:szCs w:val="20"/>
        </w:rPr>
      </w:pPr>
    </w:p>
    <w:p w:rsidR="00C70699" w:rsidRPr="00FD471C" w:rsidRDefault="00C70699" w:rsidP="00110E98">
      <w:pPr>
        <w:pStyle w:val="ListParagraph"/>
        <w:numPr>
          <w:ilvl w:val="0"/>
          <w:numId w:val="4"/>
        </w:num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Spelling test</w:t>
      </w:r>
    </w:p>
    <w:p w:rsidR="00C70699" w:rsidRPr="00FD471C" w:rsidRDefault="00C70699" w:rsidP="00110E98">
      <w:pPr>
        <w:pStyle w:val="ListParagraph"/>
        <w:numPr>
          <w:ilvl w:val="0"/>
          <w:numId w:val="4"/>
        </w:num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Compound sentence review</w:t>
      </w:r>
    </w:p>
    <w:p w:rsidR="00C70699" w:rsidRPr="00FD471C" w:rsidRDefault="00C70699" w:rsidP="00110E98">
      <w:pPr>
        <w:pStyle w:val="ListParagraph"/>
        <w:numPr>
          <w:ilvl w:val="0"/>
          <w:numId w:val="4"/>
        </w:num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Compound sentence test</w:t>
      </w:r>
    </w:p>
    <w:p w:rsidR="00C70699" w:rsidRPr="00FD471C" w:rsidRDefault="00C70699" w:rsidP="00110E98">
      <w:pPr>
        <w:rPr>
          <w:rFonts w:ascii="Century Gothic" w:hAnsi="Century Gothic"/>
          <w:sz w:val="20"/>
          <w:szCs w:val="20"/>
        </w:rPr>
      </w:pPr>
    </w:p>
    <w:p w:rsidR="00C70699" w:rsidRPr="00FD471C" w:rsidRDefault="00C70699" w:rsidP="00110E98">
      <w:pPr>
        <w:rPr>
          <w:rFonts w:ascii="Century Gothic" w:hAnsi="Century Gothic"/>
          <w:b/>
          <w:sz w:val="20"/>
          <w:szCs w:val="20"/>
        </w:rPr>
      </w:pPr>
      <w:r w:rsidRPr="00FD471C">
        <w:rPr>
          <w:rFonts w:ascii="Century Gothic" w:hAnsi="Century Gothic"/>
          <w:b/>
          <w:sz w:val="20"/>
          <w:szCs w:val="20"/>
        </w:rPr>
        <w:t>Friday</w:t>
      </w:r>
    </w:p>
    <w:p w:rsidR="00C70699" w:rsidRPr="00FD471C" w:rsidRDefault="00C70699" w:rsidP="00110E98">
      <w:p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b/>
          <w:sz w:val="20"/>
          <w:szCs w:val="20"/>
        </w:rPr>
        <w:t xml:space="preserve">Materials: </w:t>
      </w:r>
      <w:r w:rsidRPr="00FD471C">
        <w:rPr>
          <w:rFonts w:ascii="Century Gothic" w:hAnsi="Century Gothic"/>
          <w:sz w:val="20"/>
          <w:szCs w:val="20"/>
        </w:rPr>
        <w:t>Paper, pencil, spelling list, family times workbook page, newsletter, homework packet, whiteboard</w:t>
      </w:r>
    </w:p>
    <w:p w:rsidR="00C70699" w:rsidRPr="00FD471C" w:rsidRDefault="00C70699" w:rsidP="00110E98">
      <w:pPr>
        <w:rPr>
          <w:rFonts w:ascii="Century Gothic" w:hAnsi="Century Gothic"/>
          <w:sz w:val="20"/>
          <w:szCs w:val="20"/>
        </w:rPr>
      </w:pPr>
    </w:p>
    <w:p w:rsidR="00C70699" w:rsidRPr="00FD471C" w:rsidRDefault="00C70699" w:rsidP="00110E98">
      <w:pPr>
        <w:pStyle w:val="ListParagraph"/>
        <w:numPr>
          <w:ilvl w:val="0"/>
          <w:numId w:val="5"/>
        </w:num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Model, say, write and discuss next week’s spelling words on board including w.o.w.</w:t>
      </w:r>
      <w:r>
        <w:rPr>
          <w:rFonts w:ascii="Century Gothic" w:hAnsi="Century Gothic"/>
          <w:sz w:val="20"/>
          <w:szCs w:val="20"/>
        </w:rPr>
        <w:t xml:space="preserve"> word</w:t>
      </w:r>
    </w:p>
    <w:p w:rsidR="00C70699" w:rsidRPr="00FD471C" w:rsidRDefault="00C70699" w:rsidP="00110E98">
      <w:pPr>
        <w:pStyle w:val="ListParagraph"/>
        <w:numPr>
          <w:ilvl w:val="0"/>
          <w:numId w:val="5"/>
        </w:num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Have students write spelling words on family times page</w:t>
      </w:r>
    </w:p>
    <w:p w:rsidR="00C70699" w:rsidRPr="00FD471C" w:rsidRDefault="00C70699" w:rsidP="00110E98">
      <w:pPr>
        <w:pStyle w:val="ListParagraph"/>
        <w:numPr>
          <w:ilvl w:val="0"/>
          <w:numId w:val="5"/>
        </w:num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 xml:space="preserve">Read and discuss newsletter </w:t>
      </w:r>
    </w:p>
    <w:p w:rsidR="00C70699" w:rsidRPr="00FD471C" w:rsidRDefault="00C70699" w:rsidP="00110E98">
      <w:pPr>
        <w:pStyle w:val="ListParagraph"/>
        <w:numPr>
          <w:ilvl w:val="0"/>
          <w:numId w:val="5"/>
        </w:num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>Read and discuss homework packet</w:t>
      </w:r>
    </w:p>
    <w:p w:rsidR="00C70699" w:rsidRPr="00FD471C" w:rsidRDefault="00C70699" w:rsidP="00110E98">
      <w:pPr>
        <w:pStyle w:val="ListParagraph"/>
        <w:numPr>
          <w:ilvl w:val="0"/>
          <w:numId w:val="5"/>
        </w:numPr>
        <w:rPr>
          <w:rFonts w:ascii="Century Gothic" w:hAnsi="Century Gothic"/>
          <w:sz w:val="20"/>
          <w:szCs w:val="20"/>
        </w:rPr>
      </w:pPr>
      <w:r w:rsidRPr="00FD471C">
        <w:rPr>
          <w:rFonts w:ascii="Century Gothic" w:hAnsi="Century Gothic"/>
          <w:sz w:val="20"/>
          <w:szCs w:val="20"/>
        </w:rPr>
        <w:t xml:space="preserve">Journal write from a topic chosen by teacher </w:t>
      </w:r>
    </w:p>
    <w:p w:rsidR="00C70699" w:rsidRPr="00FD471C" w:rsidRDefault="00C70699" w:rsidP="00940768">
      <w:pPr>
        <w:ind w:left="360"/>
        <w:rPr>
          <w:rFonts w:ascii="Century Gothic" w:hAnsi="Century Gothic"/>
          <w:sz w:val="20"/>
          <w:szCs w:val="20"/>
        </w:rPr>
      </w:pPr>
    </w:p>
    <w:p w:rsidR="00C70699" w:rsidRPr="00FD471C" w:rsidRDefault="00C70699" w:rsidP="00940768">
      <w:pPr>
        <w:rPr>
          <w:rFonts w:ascii="Century Gothic" w:hAnsi="Century Gothic"/>
          <w:sz w:val="20"/>
          <w:szCs w:val="20"/>
        </w:rPr>
      </w:pPr>
    </w:p>
    <w:p w:rsidR="00C70699" w:rsidRPr="00FD471C" w:rsidRDefault="00C70699" w:rsidP="00110E98">
      <w:pPr>
        <w:rPr>
          <w:rFonts w:ascii="Century Gothic" w:hAnsi="Century Gothic"/>
          <w:sz w:val="20"/>
          <w:szCs w:val="20"/>
        </w:rPr>
      </w:pPr>
    </w:p>
    <w:p w:rsidR="00C70699" w:rsidRPr="00FD471C" w:rsidRDefault="00C70699" w:rsidP="00110E98">
      <w:pPr>
        <w:rPr>
          <w:rFonts w:ascii="Century Gothic" w:hAnsi="Century Gothic"/>
          <w:sz w:val="20"/>
          <w:szCs w:val="20"/>
        </w:rPr>
      </w:pPr>
    </w:p>
    <w:p w:rsidR="00C70699" w:rsidRPr="00FD471C" w:rsidRDefault="00C70699" w:rsidP="00940A89">
      <w:pPr>
        <w:rPr>
          <w:rFonts w:ascii="Century Gothic" w:hAnsi="Century Gothic"/>
          <w:sz w:val="20"/>
          <w:szCs w:val="20"/>
        </w:rPr>
      </w:pPr>
    </w:p>
    <w:p w:rsidR="00C70699" w:rsidRPr="00FD471C" w:rsidRDefault="00C70699" w:rsidP="00940A89">
      <w:pPr>
        <w:rPr>
          <w:rFonts w:ascii="Century Gothic" w:hAnsi="Century Gothic"/>
          <w:sz w:val="20"/>
          <w:szCs w:val="20"/>
        </w:rPr>
      </w:pPr>
    </w:p>
    <w:sectPr w:rsidR="00C70699" w:rsidRPr="00FD471C" w:rsidSect="00940A8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A3A17"/>
    <w:multiLevelType w:val="hybridMultilevel"/>
    <w:tmpl w:val="9BB0340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441DFE"/>
    <w:multiLevelType w:val="hybridMultilevel"/>
    <w:tmpl w:val="B86EF77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62D7A39"/>
    <w:multiLevelType w:val="hybridMultilevel"/>
    <w:tmpl w:val="110C48A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A305DCF"/>
    <w:multiLevelType w:val="hybridMultilevel"/>
    <w:tmpl w:val="CAE2D6F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FE303AE"/>
    <w:multiLevelType w:val="hybridMultilevel"/>
    <w:tmpl w:val="D600797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0A89"/>
    <w:rsid w:val="000F523E"/>
    <w:rsid w:val="00110E98"/>
    <w:rsid w:val="005A59F5"/>
    <w:rsid w:val="00673617"/>
    <w:rsid w:val="00940768"/>
    <w:rsid w:val="00940A89"/>
    <w:rsid w:val="00BE2041"/>
    <w:rsid w:val="00C70699"/>
    <w:rsid w:val="00FD4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40A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391</Words>
  <Characters>2231</Characters>
  <Application>Microsoft Office Outlook</Application>
  <DocSecurity>0</DocSecurity>
  <Lines>0</Lines>
  <Paragraphs>0</Paragraphs>
  <ScaleCrop>false</ScaleCrop>
  <Company>Hamilton Properties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          Monday</dc:title>
  <dc:subject/>
  <dc:creator>Michae Hamilton</dc:creator>
  <cp:keywords/>
  <dc:description/>
  <cp:lastModifiedBy>bdean</cp:lastModifiedBy>
  <cp:revision>2</cp:revision>
  <cp:lastPrinted>2011-09-12T13:42:00Z</cp:lastPrinted>
  <dcterms:created xsi:type="dcterms:W3CDTF">2011-09-12T13:42:00Z</dcterms:created>
  <dcterms:modified xsi:type="dcterms:W3CDTF">2011-09-12T13:42:00Z</dcterms:modified>
</cp:coreProperties>
</file>